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5" o:title="wanted-poster2" color2="#767676" recolor="t" type="frame"/>
    </v:background>
  </w:background>
  <w:body>
    <w:p w:rsidR="00E365DD" w:rsidRDefault="00E365DD">
      <w:pPr>
        <w:rPr>
          <w:rFonts w:ascii="Rockwell Extra Bold" w:hAnsi="Rockwell Extra Bold"/>
          <w:sz w:val="56"/>
        </w:rPr>
      </w:pPr>
    </w:p>
    <w:p w:rsidR="00E365DD" w:rsidRDefault="00E365DD">
      <w:pPr>
        <w:rPr>
          <w:rFonts w:ascii="Rockwell Extra Bold" w:hAnsi="Rockwell Extra Bold"/>
          <w:sz w:val="56"/>
        </w:rPr>
      </w:pPr>
      <w:r>
        <w:rPr>
          <w:rFonts w:ascii="Rockwell Extra Bold" w:hAnsi="Rockwell Extra Bold"/>
          <w:sz w:val="56"/>
        </w:rPr>
        <w:t xml:space="preserve">                                                             </w:t>
      </w:r>
    </w:p>
    <w:p w:rsidR="00904BCD" w:rsidRDefault="00E365DD" w:rsidP="00904BCD">
      <w:pPr>
        <w:rPr>
          <w:sz w:val="24"/>
        </w:rPr>
      </w:pPr>
      <w:r>
        <w:rPr>
          <w:rFonts w:ascii="Rockwell Extra Bold" w:hAnsi="Rockwell Extra Bold"/>
          <w:sz w:val="56"/>
        </w:rPr>
        <w:t xml:space="preserve">                                                                      </w:t>
      </w:r>
    </w:p>
    <w:p w:rsidR="00E365DD" w:rsidRPr="00E365DD" w:rsidRDefault="00E365DD" w:rsidP="00E66642">
      <w:pPr>
        <w:pStyle w:val="Subtitle"/>
      </w:pPr>
      <w:r>
        <w:t xml:space="preserve">     </w:t>
      </w:r>
      <w:bookmarkStart w:id="0" w:name="_GoBack"/>
      <w:bookmarkEnd w:id="0"/>
    </w:p>
    <w:sectPr w:rsidR="00E365DD" w:rsidRPr="00E365DD" w:rsidSect="00E66642">
      <w:headerReference w:type="default" r:id="rId10"/>
      <w:pgSz w:w="12240" w:h="15840" w:code="1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395" w:rsidRDefault="00641395" w:rsidP="00AE7032">
      <w:pPr>
        <w:spacing w:after="0" w:line="240" w:lineRule="auto"/>
      </w:pPr>
      <w:r>
        <w:separator/>
      </w:r>
    </w:p>
  </w:endnote>
  <w:endnote w:type="continuationSeparator" w:id="0">
    <w:p w:rsidR="00641395" w:rsidRDefault="00641395" w:rsidP="00AE7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395" w:rsidRDefault="00641395" w:rsidP="00AE7032">
      <w:pPr>
        <w:spacing w:after="0" w:line="240" w:lineRule="auto"/>
      </w:pPr>
      <w:r>
        <w:separator/>
      </w:r>
    </w:p>
  </w:footnote>
  <w:footnote w:type="continuationSeparator" w:id="0">
    <w:p w:rsidR="00641395" w:rsidRDefault="00641395" w:rsidP="00AE7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032" w:rsidRDefault="0064139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0;margin-top:0;width:322.95pt;height:45.25pt;z-index:251659264;mso-position-horizontal:absolute;mso-position-horizontal-relative:text;mso-position-vertical:absolute;mso-position-vertical-relative:text" o:allowoverlap="f" fillcolor="#06c" strokecolor="#9cf" strokeweight="1.5pt">
          <v:fill r:id="rId1" o:title=""/>
          <v:stroke r:id="rId1" o:title=""/>
          <v:shadow on="t" color="#900"/>
          <v:textpath style="font-family:&quot;Impact&quot;;v-text-kern:t" trim="t" fitpath="t" string="Homework Resources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displayBackgroundShap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32"/>
    <w:rsid w:val="001C6098"/>
    <w:rsid w:val="00424E70"/>
    <w:rsid w:val="005C157F"/>
    <w:rsid w:val="005D5229"/>
    <w:rsid w:val="00641395"/>
    <w:rsid w:val="00664BA9"/>
    <w:rsid w:val="006B4062"/>
    <w:rsid w:val="00904BCD"/>
    <w:rsid w:val="00A65A00"/>
    <w:rsid w:val="00AE7032"/>
    <w:rsid w:val="00E365DD"/>
    <w:rsid w:val="00E66642"/>
    <w:rsid w:val="00FB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70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5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2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7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32"/>
  </w:style>
  <w:style w:type="paragraph" w:styleId="Footer">
    <w:name w:val="footer"/>
    <w:basedOn w:val="Normal"/>
    <w:link w:val="FooterChar"/>
    <w:uiPriority w:val="99"/>
    <w:unhideWhenUsed/>
    <w:rsid w:val="00AE7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32"/>
  </w:style>
  <w:style w:type="character" w:customStyle="1" w:styleId="Heading1Char">
    <w:name w:val="Heading 1 Char"/>
    <w:basedOn w:val="DefaultParagraphFont"/>
    <w:link w:val="Heading1"/>
    <w:uiPriority w:val="9"/>
    <w:rsid w:val="00AE70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66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66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70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5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2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E7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032"/>
  </w:style>
  <w:style w:type="paragraph" w:styleId="Footer">
    <w:name w:val="footer"/>
    <w:basedOn w:val="Normal"/>
    <w:link w:val="FooterChar"/>
    <w:uiPriority w:val="99"/>
    <w:unhideWhenUsed/>
    <w:rsid w:val="00AE7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032"/>
  </w:style>
  <w:style w:type="character" w:customStyle="1" w:styleId="Heading1Char">
    <w:name w:val="Heading 1 Char"/>
    <w:basedOn w:val="DefaultParagraphFont"/>
    <w:link w:val="Heading1"/>
    <w:uiPriority w:val="9"/>
    <w:rsid w:val="00AE70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66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66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ibml\AppData\Roaming\Microsoft\Templates\C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52E6F-FB89-41BE-905C-828CDC6801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951451-0E3D-45FA-A407-7D75401CA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CSC.dotx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FUSD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Ulibarri</dc:creator>
  <cp:lastModifiedBy>Melissa Ulibarri</cp:lastModifiedBy>
  <cp:revision>2</cp:revision>
  <dcterms:created xsi:type="dcterms:W3CDTF">2012-04-27T01:42:00Z</dcterms:created>
  <dcterms:modified xsi:type="dcterms:W3CDTF">2012-04-27T01:42:00Z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TC300087629990</vt:lpwstr>
  </property>
</Properties>
</file>